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8A5A6B"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3EA2097A"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3171AC">
        <w:rPr>
          <w:spacing w:val="0"/>
        </w:rPr>
        <w:t>lihthank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622CD6" w:rsidRPr="00622CD6">
        <w:rPr>
          <w:b/>
          <w:bCs/>
          <w:spacing w:val="0"/>
        </w:rPr>
        <w:t xml:space="preserve">Lepaaugu arendus IV etapp ja Tahu vaatetorni ehitustööd </w:t>
      </w:r>
      <w:r w:rsidR="003265BD" w:rsidRPr="001919C7">
        <w:rPr>
          <w:spacing w:val="0"/>
        </w:rPr>
        <w:t>(DHS</w:t>
      </w:r>
      <w:r w:rsidR="001950D6" w:rsidRPr="001919C7">
        <w:rPr>
          <w:spacing w:val="0"/>
        </w:rPr>
        <w:t xml:space="preserve"> nr 1-47</w:t>
      </w:r>
      <w:r w:rsidR="00B75C31" w:rsidRPr="001919C7">
        <w:rPr>
          <w:spacing w:val="0"/>
        </w:rPr>
        <w:t>.</w:t>
      </w:r>
      <w:r w:rsidR="00622CD6">
        <w:rPr>
          <w:spacing w:val="0"/>
        </w:rPr>
        <w:t>3395</w:t>
      </w:r>
      <w:r w:rsidR="00A251B1" w:rsidRPr="001919C7">
        <w:rPr>
          <w:spacing w:val="0"/>
        </w:rPr>
        <w:t xml:space="preserve">, </w:t>
      </w:r>
      <w:r w:rsidR="001950D6" w:rsidRPr="001919C7">
        <w:rPr>
          <w:spacing w:val="0"/>
        </w:rPr>
        <w:t xml:space="preserve">viitenumber </w:t>
      </w:r>
      <w:bookmarkEnd w:id="0"/>
      <w:r w:rsidR="00622CD6">
        <w:rPr>
          <w:spacing w:val="0"/>
        </w:rPr>
        <w:t>294075</w:t>
      </w:r>
      <w:r w:rsidR="001950D6" w:rsidRPr="001919C7">
        <w:rPr>
          <w:spacing w:val="0"/>
        </w:rPr>
        <w:t xml:space="preserve">) </w:t>
      </w:r>
      <w:r w:rsidR="005E1241">
        <w:rPr>
          <w:spacing w:val="0"/>
        </w:rPr>
        <w:t>hanke osas</w:t>
      </w:r>
      <w:r w:rsidR="00B71796">
        <w:rPr>
          <w:spacing w:val="0"/>
        </w:rPr>
        <w:t xml:space="preserve"> …. </w:t>
      </w:r>
      <w:r w:rsidR="001950D6" w:rsidRPr="001919C7">
        <w:rPr>
          <w:spacing w:val="0"/>
        </w:rPr>
        <w:t xml:space="preserve">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608EF85E"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DC6363" w:rsidRPr="00DC6363">
        <w:rPr>
          <w:i/>
          <w:iCs/>
          <w:spacing w:val="0"/>
        </w:rPr>
        <w:t>RMK Lepaaugu arendus IV etappi (</w:t>
      </w:r>
      <w:proofErr w:type="spellStart"/>
      <w:r w:rsidR="00DC6363" w:rsidRPr="00DC6363">
        <w:rPr>
          <w:i/>
          <w:iCs/>
          <w:spacing w:val="0"/>
        </w:rPr>
        <w:t>ühisgrilliala</w:t>
      </w:r>
      <w:proofErr w:type="spellEnd"/>
      <w:r w:rsidR="00DC6363" w:rsidRPr="00DC6363">
        <w:rPr>
          <w:i/>
          <w:iCs/>
          <w:spacing w:val="0"/>
        </w:rPr>
        <w:t xml:space="preserve">) ehitustööde </w:t>
      </w:r>
      <w:r w:rsidR="00C56A62" w:rsidRPr="00C56A62">
        <w:rPr>
          <w:i/>
          <w:iCs/>
          <w:spacing w:val="0"/>
          <w:highlight w:val="yellow"/>
        </w:rPr>
        <w:t>ja/või</w:t>
      </w:r>
      <w:r w:rsidR="00C56A62">
        <w:rPr>
          <w:i/>
          <w:iCs/>
          <w:spacing w:val="0"/>
        </w:rPr>
        <w:t xml:space="preserve"> </w:t>
      </w:r>
      <w:r w:rsidR="00700971" w:rsidRPr="00700971">
        <w:rPr>
          <w:i/>
          <w:iCs/>
          <w:spacing w:val="0"/>
        </w:rPr>
        <w:t>Tahu vaatetorni ehitustööd</w:t>
      </w:r>
      <w:r w:rsidR="00700971">
        <w:rPr>
          <w:i/>
          <w:iCs/>
          <w:spacing w:val="0"/>
        </w:rPr>
        <w:t xml:space="preserve">e </w:t>
      </w:r>
      <w:r w:rsidR="0016726C">
        <w:rPr>
          <w:spacing w:val="0"/>
        </w:rPr>
        <w:t xml:space="preserve">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66386470"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 xml:space="preserve">ks osadeks on </w:t>
      </w:r>
      <w:r w:rsidR="00D10675">
        <w:rPr>
          <w:spacing w:val="0"/>
        </w:rPr>
        <w:t>lihthanke</w:t>
      </w:r>
      <w:r>
        <w:rPr>
          <w:spacing w:val="0"/>
        </w:rPr>
        <w:t xml:space="preserve"> </w:t>
      </w:r>
      <w:r w:rsidRPr="00172EC2">
        <w:rPr>
          <w:spacing w:val="0"/>
        </w:rPr>
        <w:t>„</w:t>
      </w:r>
      <w:r w:rsidR="00D10675" w:rsidRPr="00D10675">
        <w:rPr>
          <w:spacing w:val="0"/>
        </w:rPr>
        <w:t>Lepaaugu arendus IV etapp ja Tahu vaatetorni ehitustööd</w:t>
      </w:r>
      <w:r w:rsidR="00124DF9" w:rsidRPr="00124DF9">
        <w:rPr>
          <w:spacing w:val="0"/>
        </w:rPr>
        <w:t>“ (DHS nr 1-47.</w:t>
      </w:r>
      <w:r w:rsidR="00D10675">
        <w:rPr>
          <w:spacing w:val="0"/>
        </w:rPr>
        <w:t>3395</w:t>
      </w:r>
      <w:r w:rsidR="00124DF9" w:rsidRPr="00124DF9">
        <w:rPr>
          <w:spacing w:val="0"/>
        </w:rPr>
        <w:t xml:space="preserve">, viitenumber </w:t>
      </w:r>
      <w:r w:rsidR="00D10675">
        <w:rPr>
          <w:spacing w:val="0"/>
        </w:rPr>
        <w:t>294075</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AEC54CF" w:rsidR="00543444" w:rsidRPr="002074C7" w:rsidRDefault="002074C7" w:rsidP="008627D6">
      <w:pPr>
        <w:pStyle w:val="Loendilik"/>
        <w:numPr>
          <w:ilvl w:val="1"/>
          <w:numId w:val="33"/>
        </w:numPr>
        <w:jc w:val="both"/>
        <w:rPr>
          <w:b/>
          <w:bCs/>
          <w:spacing w:val="0"/>
        </w:rPr>
      </w:pPr>
      <w:r w:rsidRPr="002074C7">
        <w:rPr>
          <w:spacing w:val="0"/>
        </w:rPr>
        <w:t>Tööde teostamise tähtaeg/periood  on ___________.</w:t>
      </w:r>
    </w:p>
    <w:p w14:paraId="60E552AF" w14:textId="09173E80"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332A37" w:rsidRPr="002074C7">
        <w:rPr>
          <w:spacing w:val="0"/>
        </w:rPr>
        <w:t>________</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 xml:space="preserve">tööde </w:t>
      </w:r>
      <w:proofErr w:type="spellStart"/>
      <w:r w:rsidR="009E4BBE" w:rsidRPr="001919C7">
        <w:rPr>
          <w:b/>
          <w:spacing w:val="0"/>
        </w:rPr>
        <w:t>üldmaksumus</w:t>
      </w:r>
      <w:proofErr w:type="spellEnd"/>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w:t>
      </w:r>
      <w:proofErr w:type="spellStart"/>
      <w:r w:rsidR="009E4BBE" w:rsidRPr="001919C7">
        <w:rPr>
          <w:spacing w:val="0"/>
        </w:rPr>
        <w:t>üldmaksumus</w:t>
      </w:r>
      <w:proofErr w:type="spellEnd"/>
      <w:r w:rsidR="009E4BBE" w:rsidRPr="001919C7">
        <w:rPr>
          <w:spacing w:val="0"/>
        </w:rPr>
        <w:t xml:space="preserve">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w:t>
      </w:r>
      <w:proofErr w:type="spellEnd"/>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sidRPr="001F7A87">
        <w:rPr>
          <w:spacing w:val="0"/>
        </w:rPr>
        <w:t>tö</w:t>
      </w:r>
      <w:r w:rsidR="0010269D" w:rsidRPr="001F7A87">
        <w:rPr>
          <w:spacing w:val="0"/>
        </w:rPr>
        <w:t>öde teostamisel vajaliku kvalifikatsiooniga tööjõu</w:t>
      </w:r>
      <w:r w:rsidR="0010269D" w:rsidRPr="001919C7">
        <w:rPr>
          <w:spacing w:val="0"/>
        </w:rPr>
        <w:t xml:space="preserve">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w:t>
      </w:r>
      <w:r w:rsidR="0010269D" w:rsidRPr="001919C7">
        <w:rPr>
          <w:spacing w:val="0"/>
        </w:rPr>
        <w:lastRenderedPageBreak/>
        <w:t>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8A5A6B" w:rsidRDefault="000C10F1" w:rsidP="008627D6">
      <w:pPr>
        <w:pStyle w:val="Loendilik"/>
        <w:numPr>
          <w:ilvl w:val="1"/>
          <w:numId w:val="33"/>
        </w:numPr>
        <w:jc w:val="both"/>
        <w:rPr>
          <w:spacing w:val="0"/>
        </w:rPr>
      </w:pPr>
      <w:r w:rsidRPr="008A5A6B">
        <w:rPr>
          <w:spacing w:val="0"/>
        </w:rPr>
        <w:t>K</w:t>
      </w:r>
      <w:r w:rsidR="0010269D" w:rsidRPr="008A5A6B">
        <w:rPr>
          <w:spacing w:val="0"/>
        </w:rPr>
        <w:t>ooskõlasta</w:t>
      </w:r>
      <w:r w:rsidR="00862E8E" w:rsidRPr="008A5A6B">
        <w:rPr>
          <w:spacing w:val="0"/>
        </w:rPr>
        <w:t>d</w:t>
      </w:r>
      <w:r w:rsidR="0010269D" w:rsidRPr="008A5A6B">
        <w:rPr>
          <w:spacing w:val="0"/>
        </w:rPr>
        <w:t>a eelnevalt kirjali</w:t>
      </w:r>
      <w:r w:rsidRPr="008A5A6B">
        <w:rPr>
          <w:spacing w:val="0"/>
        </w:rPr>
        <w:t xml:space="preserve">kult </w:t>
      </w:r>
      <w:r w:rsidR="00F73984" w:rsidRPr="008A5A6B">
        <w:rPr>
          <w:spacing w:val="0"/>
        </w:rPr>
        <w:t>t</w:t>
      </w:r>
      <w:r w:rsidRPr="008A5A6B">
        <w:rPr>
          <w:spacing w:val="0"/>
        </w:rPr>
        <w:t xml:space="preserve">ellijaga kõik </w:t>
      </w:r>
      <w:r w:rsidR="00F73984" w:rsidRPr="008A5A6B">
        <w:rPr>
          <w:spacing w:val="0"/>
        </w:rPr>
        <w:t>t</w:t>
      </w:r>
      <w:r w:rsidRPr="008A5A6B">
        <w:rPr>
          <w:spacing w:val="0"/>
        </w:rPr>
        <w:t>ööga</w:t>
      </w:r>
      <w:r w:rsidR="0010269D" w:rsidRPr="008A5A6B">
        <w:rPr>
          <w:spacing w:val="0"/>
        </w:rPr>
        <w:t xml:space="preserve"> s</w:t>
      </w:r>
      <w:r w:rsidRPr="008A5A6B">
        <w:rPr>
          <w:spacing w:val="0"/>
        </w:rPr>
        <w:t>eotud reklaamid ja pressiteated.</w:t>
      </w:r>
    </w:p>
    <w:p w14:paraId="330C88D5" w14:textId="77777777" w:rsidR="00020B3A" w:rsidRPr="008A5A6B" w:rsidRDefault="000C10F1" w:rsidP="008627D6">
      <w:pPr>
        <w:pStyle w:val="Loendilik"/>
        <w:numPr>
          <w:ilvl w:val="1"/>
          <w:numId w:val="33"/>
        </w:numPr>
        <w:jc w:val="both"/>
        <w:rPr>
          <w:spacing w:val="0"/>
        </w:rPr>
      </w:pPr>
      <w:r w:rsidRPr="008A5A6B">
        <w:rPr>
          <w:spacing w:val="0"/>
        </w:rPr>
        <w:t>K</w:t>
      </w:r>
      <w:r w:rsidR="0010269D" w:rsidRPr="008A5A6B">
        <w:rPr>
          <w:spacing w:val="0"/>
        </w:rPr>
        <w:t>ooskõlasta</w:t>
      </w:r>
      <w:r w:rsidR="00862E8E" w:rsidRPr="008A5A6B">
        <w:rPr>
          <w:spacing w:val="0"/>
        </w:rPr>
        <w:t>d</w:t>
      </w:r>
      <w:r w:rsidR="0010269D" w:rsidRPr="008A5A6B">
        <w:rPr>
          <w:spacing w:val="0"/>
        </w:rPr>
        <w:t>a eelnev</w:t>
      </w:r>
      <w:r w:rsidR="00862E8E" w:rsidRPr="008A5A6B">
        <w:rPr>
          <w:spacing w:val="0"/>
        </w:rPr>
        <w:t xml:space="preserve">alt kirjalikult </w:t>
      </w:r>
      <w:r w:rsidR="00F73984" w:rsidRPr="008A5A6B">
        <w:rPr>
          <w:spacing w:val="0"/>
        </w:rPr>
        <w:t>t</w:t>
      </w:r>
      <w:r w:rsidR="00862E8E" w:rsidRPr="008A5A6B">
        <w:rPr>
          <w:spacing w:val="0"/>
        </w:rPr>
        <w:t>ellijaga</w:t>
      </w:r>
      <w:r w:rsidR="00DC1827" w:rsidRPr="008A5A6B">
        <w:rPr>
          <w:spacing w:val="0"/>
        </w:rPr>
        <w:t>:</w:t>
      </w:r>
    </w:p>
    <w:p w14:paraId="2B3C7769" w14:textId="3E63F4CD" w:rsidR="0010269D" w:rsidRPr="008A5A6B" w:rsidRDefault="00862E8E" w:rsidP="00020B3A">
      <w:pPr>
        <w:pStyle w:val="Loendilik"/>
        <w:numPr>
          <w:ilvl w:val="2"/>
          <w:numId w:val="33"/>
        </w:numPr>
        <w:jc w:val="both"/>
        <w:rPr>
          <w:spacing w:val="0"/>
        </w:rPr>
      </w:pPr>
      <w:r w:rsidRPr="008A5A6B">
        <w:rPr>
          <w:spacing w:val="0"/>
        </w:rPr>
        <w:t xml:space="preserve"> kõik </w:t>
      </w:r>
      <w:r w:rsidR="005350C0" w:rsidRPr="008A5A6B">
        <w:rPr>
          <w:spacing w:val="0"/>
        </w:rPr>
        <w:t>tö</w:t>
      </w:r>
      <w:r w:rsidR="0010269D" w:rsidRPr="008A5A6B">
        <w:rPr>
          <w:spacing w:val="0"/>
        </w:rPr>
        <w:t>ödega</w:t>
      </w:r>
      <w:r w:rsidR="00E34868" w:rsidRPr="008A5A6B">
        <w:rPr>
          <w:spacing w:val="0"/>
        </w:rPr>
        <w:t xml:space="preserve"> seotud alltöövõtjad ja vastutad</w:t>
      </w:r>
      <w:r w:rsidR="0010269D" w:rsidRPr="008A5A6B">
        <w:rPr>
          <w:spacing w:val="0"/>
        </w:rPr>
        <w:t xml:space="preserve">a täies </w:t>
      </w:r>
      <w:r w:rsidRPr="008A5A6B">
        <w:rPr>
          <w:spacing w:val="0"/>
        </w:rPr>
        <w:t>ulatuses alltöövõtjate töö eest</w:t>
      </w:r>
      <w:r w:rsidR="00594EF8" w:rsidRPr="008A5A6B">
        <w:rPr>
          <w:spacing w:val="0"/>
        </w:rPr>
        <w:t xml:space="preserve">; </w:t>
      </w:r>
    </w:p>
    <w:p w14:paraId="31765C5E" w14:textId="1CAA72DA" w:rsidR="00020B3A" w:rsidRPr="008A5A6B" w:rsidRDefault="006444F4" w:rsidP="006444F4">
      <w:pPr>
        <w:pStyle w:val="Loendilik"/>
        <w:numPr>
          <w:ilvl w:val="2"/>
          <w:numId w:val="33"/>
        </w:numPr>
        <w:rPr>
          <w:spacing w:val="0"/>
        </w:rPr>
      </w:pPr>
      <w:r w:rsidRPr="008A5A6B">
        <w:rPr>
          <w:spacing w:val="0"/>
        </w:rPr>
        <w:t>kõikide nende spetsialistide vahetamise, kelle töövõtja esitas riigihanke pakkumuse koosseisus pakkuja kvalifitseerimiseks.</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lastRenderedPageBreak/>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 xml:space="preserve">tööd objektil kuni kord on tagatud või kasutada tasulist </w:t>
      </w:r>
      <w:r w:rsidRPr="001919C7">
        <w:rPr>
          <w:spacing w:val="0"/>
        </w:rPr>
        <w:lastRenderedPageBreak/>
        <w:t>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lastRenderedPageBreak/>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lastRenderedPageBreak/>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0961F85" w:rsidR="00323196" w:rsidRPr="001919C7" w:rsidRDefault="00010E89" w:rsidP="00A9606E">
      <w:pPr>
        <w:pStyle w:val="Loendilik"/>
        <w:numPr>
          <w:ilvl w:val="2"/>
          <w:numId w:val="33"/>
        </w:numPr>
        <w:jc w:val="both"/>
      </w:pPr>
      <w:r w:rsidRPr="008A5A6B">
        <w:rPr>
          <w:spacing w:val="0"/>
        </w:rPr>
        <w:t>V</w:t>
      </w:r>
      <w:r w:rsidR="00366B8F" w:rsidRPr="008A5A6B">
        <w:rPr>
          <w:spacing w:val="0"/>
        </w:rPr>
        <w:t xml:space="preserve">astutav </w:t>
      </w:r>
      <w:r w:rsidR="00A32BFA" w:rsidRPr="008A5A6B">
        <w:rPr>
          <w:spacing w:val="0"/>
        </w:rPr>
        <w:t>pädev isik</w:t>
      </w:r>
      <w:r w:rsidR="00403163" w:rsidRPr="008A5A6B">
        <w:t xml:space="preserve"> </w:t>
      </w:r>
      <w:r w:rsidR="00403163" w:rsidRPr="008A5A6B">
        <w:rPr>
          <w:spacing w:val="0"/>
        </w:rPr>
        <w:t xml:space="preserve">(isik, kes </w:t>
      </w:r>
      <w:r w:rsidR="001E5CEA" w:rsidRPr="008A5A6B">
        <w:rPr>
          <w:spacing w:val="0"/>
        </w:rPr>
        <w:t xml:space="preserve">on esitatud </w:t>
      </w:r>
      <w:r w:rsidR="00E53048" w:rsidRPr="008A5A6B">
        <w:rPr>
          <w:spacing w:val="0"/>
        </w:rPr>
        <w:t>riigihanke pakkumuse k</w:t>
      </w:r>
      <w:r w:rsidR="00367A96" w:rsidRPr="008A5A6B">
        <w:rPr>
          <w:spacing w:val="0"/>
        </w:rPr>
        <w:t>oosseisu</w:t>
      </w:r>
      <w:r w:rsidR="49DD9AC6" w:rsidRPr="008A5A6B">
        <w:rPr>
          <w:spacing w:val="0"/>
        </w:rPr>
        <w:t>s</w:t>
      </w:r>
      <w:r w:rsidR="004A078A" w:rsidRPr="008A5A6B">
        <w:rPr>
          <w:spacing w:val="0"/>
        </w:rPr>
        <w:t xml:space="preserve"> ja omab</w:t>
      </w:r>
      <w:r w:rsidR="00367A96" w:rsidRPr="008A5A6B">
        <w:rPr>
          <w:spacing w:val="0"/>
        </w:rPr>
        <w:t xml:space="preserve"> </w:t>
      </w:r>
      <w:r w:rsidR="004A078A" w:rsidRPr="008A5A6B">
        <w:rPr>
          <w:spacing w:val="0"/>
        </w:rPr>
        <w:t>nõutud kvalifikatsiooni</w:t>
      </w:r>
      <w:r w:rsidR="00403163" w:rsidRPr="008A5A6B">
        <w:rPr>
          <w:spacing w:val="0"/>
        </w:rPr>
        <w:t>)</w:t>
      </w:r>
      <w:r w:rsidR="0045429A" w:rsidRPr="008A5A6B">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 xml:space="preserve">Lepingust taganemise või lepingu ülesütlemise avaldused ning lepingu rikkumisel teisele poolele esitatavad nõudekirjad peavad olema kirjalikus vormis. Kirjaliku vormiga on </w:t>
      </w:r>
      <w:r w:rsidRPr="001919C7">
        <w:rPr>
          <w:spacing w:val="0"/>
        </w:rPr>
        <w:lastRenderedPageBreak/>
        <w:t>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8A5A6B"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8A5A6B"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0C1EC" w14:textId="77777777" w:rsidR="00D71DA7" w:rsidRDefault="00D71DA7">
      <w:r>
        <w:separator/>
      </w:r>
    </w:p>
  </w:endnote>
  <w:endnote w:type="continuationSeparator" w:id="0">
    <w:p w14:paraId="41280B49" w14:textId="77777777" w:rsidR="00D71DA7" w:rsidRDefault="00D71DA7">
      <w:r>
        <w:continuationSeparator/>
      </w:r>
    </w:p>
  </w:endnote>
  <w:endnote w:type="continuationNotice" w:id="1">
    <w:p w14:paraId="662B5889" w14:textId="77777777" w:rsidR="00D71DA7" w:rsidRDefault="00D71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6E58A" w14:textId="77777777" w:rsidR="00D71DA7" w:rsidRDefault="00D71DA7">
      <w:r>
        <w:separator/>
      </w:r>
    </w:p>
  </w:footnote>
  <w:footnote w:type="continuationSeparator" w:id="0">
    <w:p w14:paraId="09B2C84D" w14:textId="77777777" w:rsidR="00D71DA7" w:rsidRDefault="00D71DA7">
      <w:r>
        <w:continuationSeparator/>
      </w:r>
    </w:p>
  </w:footnote>
  <w:footnote w:type="continuationNotice" w:id="1">
    <w:p w14:paraId="60F28813" w14:textId="77777777" w:rsidR="00D71DA7" w:rsidRDefault="00D71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0B3A"/>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041"/>
    <w:rsid w:val="0007591F"/>
    <w:rsid w:val="0007601E"/>
    <w:rsid w:val="00082415"/>
    <w:rsid w:val="000826CB"/>
    <w:rsid w:val="00083543"/>
    <w:rsid w:val="0008439E"/>
    <w:rsid w:val="00084BA6"/>
    <w:rsid w:val="00085556"/>
    <w:rsid w:val="00086A22"/>
    <w:rsid w:val="00086B2D"/>
    <w:rsid w:val="00093A83"/>
    <w:rsid w:val="000A1ABF"/>
    <w:rsid w:val="000A72BA"/>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82530"/>
    <w:rsid w:val="001919C7"/>
    <w:rsid w:val="001950D6"/>
    <w:rsid w:val="001A318D"/>
    <w:rsid w:val="001A375B"/>
    <w:rsid w:val="001A7DC6"/>
    <w:rsid w:val="001B0DD7"/>
    <w:rsid w:val="001B3B92"/>
    <w:rsid w:val="001C10D1"/>
    <w:rsid w:val="001C4566"/>
    <w:rsid w:val="001D46DA"/>
    <w:rsid w:val="001D4AA1"/>
    <w:rsid w:val="001D7643"/>
    <w:rsid w:val="001E0346"/>
    <w:rsid w:val="001E1A21"/>
    <w:rsid w:val="001E45E2"/>
    <w:rsid w:val="001E4FAC"/>
    <w:rsid w:val="001E5CEA"/>
    <w:rsid w:val="001F116C"/>
    <w:rsid w:val="001F694C"/>
    <w:rsid w:val="001F7A87"/>
    <w:rsid w:val="002074C7"/>
    <w:rsid w:val="0020776E"/>
    <w:rsid w:val="002171BB"/>
    <w:rsid w:val="00226FE0"/>
    <w:rsid w:val="00235D95"/>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171AC"/>
    <w:rsid w:val="00323196"/>
    <w:rsid w:val="003238B6"/>
    <w:rsid w:val="00325654"/>
    <w:rsid w:val="00326423"/>
    <w:rsid w:val="003265BD"/>
    <w:rsid w:val="003313EF"/>
    <w:rsid w:val="00332A37"/>
    <w:rsid w:val="00333E02"/>
    <w:rsid w:val="00334246"/>
    <w:rsid w:val="00335638"/>
    <w:rsid w:val="00337F97"/>
    <w:rsid w:val="0034005B"/>
    <w:rsid w:val="00343EBA"/>
    <w:rsid w:val="0034635C"/>
    <w:rsid w:val="0034767B"/>
    <w:rsid w:val="00353B8B"/>
    <w:rsid w:val="00353D5D"/>
    <w:rsid w:val="00356DA0"/>
    <w:rsid w:val="00357644"/>
    <w:rsid w:val="003576E1"/>
    <w:rsid w:val="00366B39"/>
    <w:rsid w:val="00366B8F"/>
    <w:rsid w:val="00367A96"/>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3163"/>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078A"/>
    <w:rsid w:val="004A1957"/>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4EF8"/>
    <w:rsid w:val="00595738"/>
    <w:rsid w:val="00597C4F"/>
    <w:rsid w:val="005A0D14"/>
    <w:rsid w:val="005A3A33"/>
    <w:rsid w:val="005A4444"/>
    <w:rsid w:val="005A5F0E"/>
    <w:rsid w:val="005B0C35"/>
    <w:rsid w:val="005B2378"/>
    <w:rsid w:val="005B6CCC"/>
    <w:rsid w:val="005B7BA9"/>
    <w:rsid w:val="005C0D61"/>
    <w:rsid w:val="005C164A"/>
    <w:rsid w:val="005D1D8A"/>
    <w:rsid w:val="005D4A5A"/>
    <w:rsid w:val="005D75BC"/>
    <w:rsid w:val="005E1241"/>
    <w:rsid w:val="005E2123"/>
    <w:rsid w:val="005F0DD5"/>
    <w:rsid w:val="005F32F1"/>
    <w:rsid w:val="006034AC"/>
    <w:rsid w:val="00604556"/>
    <w:rsid w:val="00605DC9"/>
    <w:rsid w:val="00610B3B"/>
    <w:rsid w:val="0061652F"/>
    <w:rsid w:val="006205D2"/>
    <w:rsid w:val="00622CD6"/>
    <w:rsid w:val="006271D2"/>
    <w:rsid w:val="006302B5"/>
    <w:rsid w:val="00641EBD"/>
    <w:rsid w:val="006444F4"/>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18F2"/>
    <w:rsid w:val="006D2CFA"/>
    <w:rsid w:val="006D2FD4"/>
    <w:rsid w:val="006D5CD2"/>
    <w:rsid w:val="006D6E2C"/>
    <w:rsid w:val="006E25A9"/>
    <w:rsid w:val="006E493A"/>
    <w:rsid w:val="006F36C4"/>
    <w:rsid w:val="00700971"/>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860D2"/>
    <w:rsid w:val="008A06E7"/>
    <w:rsid w:val="008A3075"/>
    <w:rsid w:val="008A5A6B"/>
    <w:rsid w:val="008A7EFF"/>
    <w:rsid w:val="008B3DA5"/>
    <w:rsid w:val="008B5E92"/>
    <w:rsid w:val="008B68D6"/>
    <w:rsid w:val="008C2178"/>
    <w:rsid w:val="008C23C6"/>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47C4C"/>
    <w:rsid w:val="009505E7"/>
    <w:rsid w:val="0095086A"/>
    <w:rsid w:val="00954F57"/>
    <w:rsid w:val="009603AB"/>
    <w:rsid w:val="009620E2"/>
    <w:rsid w:val="00964A6F"/>
    <w:rsid w:val="0096622A"/>
    <w:rsid w:val="0096739E"/>
    <w:rsid w:val="009735BF"/>
    <w:rsid w:val="009745E2"/>
    <w:rsid w:val="0098116A"/>
    <w:rsid w:val="0098194E"/>
    <w:rsid w:val="0099427C"/>
    <w:rsid w:val="00997D9F"/>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5B7"/>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C26"/>
    <w:rsid w:val="00B56D57"/>
    <w:rsid w:val="00B60B3C"/>
    <w:rsid w:val="00B643DA"/>
    <w:rsid w:val="00B71796"/>
    <w:rsid w:val="00B75C31"/>
    <w:rsid w:val="00B77061"/>
    <w:rsid w:val="00B81DF9"/>
    <w:rsid w:val="00B83401"/>
    <w:rsid w:val="00B91ADE"/>
    <w:rsid w:val="00B9464B"/>
    <w:rsid w:val="00B94694"/>
    <w:rsid w:val="00B96B64"/>
    <w:rsid w:val="00BA0CDE"/>
    <w:rsid w:val="00BA1D86"/>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56A62"/>
    <w:rsid w:val="00C62CD7"/>
    <w:rsid w:val="00C65A2D"/>
    <w:rsid w:val="00C703F1"/>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7D6E"/>
    <w:rsid w:val="00D10675"/>
    <w:rsid w:val="00D135D3"/>
    <w:rsid w:val="00D21B88"/>
    <w:rsid w:val="00D256FE"/>
    <w:rsid w:val="00D353D2"/>
    <w:rsid w:val="00D35EDF"/>
    <w:rsid w:val="00D46DB5"/>
    <w:rsid w:val="00D52781"/>
    <w:rsid w:val="00D56821"/>
    <w:rsid w:val="00D63E89"/>
    <w:rsid w:val="00D64E88"/>
    <w:rsid w:val="00D708C2"/>
    <w:rsid w:val="00D71DA7"/>
    <w:rsid w:val="00D84DA4"/>
    <w:rsid w:val="00D84FE7"/>
    <w:rsid w:val="00D856BC"/>
    <w:rsid w:val="00D930A8"/>
    <w:rsid w:val="00DA731F"/>
    <w:rsid w:val="00DB15A9"/>
    <w:rsid w:val="00DC1827"/>
    <w:rsid w:val="00DC6363"/>
    <w:rsid w:val="00DD2D98"/>
    <w:rsid w:val="00DD3612"/>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04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0764E"/>
    <w:rsid w:val="00F10FFD"/>
    <w:rsid w:val="00F16BE3"/>
    <w:rsid w:val="00F238C2"/>
    <w:rsid w:val="00F26104"/>
    <w:rsid w:val="00F317E7"/>
    <w:rsid w:val="00F343EA"/>
    <w:rsid w:val="00F348BF"/>
    <w:rsid w:val="00F40F74"/>
    <w:rsid w:val="00F421B5"/>
    <w:rsid w:val="00F43A05"/>
    <w:rsid w:val="00F45A75"/>
    <w:rsid w:val="00F51B86"/>
    <w:rsid w:val="00F52009"/>
    <w:rsid w:val="00F558E5"/>
    <w:rsid w:val="00F57EA5"/>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0C056B8A"/>
    <w:rsid w:val="1EB53E63"/>
    <w:rsid w:val="46C9BC8C"/>
    <w:rsid w:val="49DD9AC6"/>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32EDE7DC-6ECA-44B5-A3FE-1DA9AE60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092412"/>
    <w:rsid w:val="001A318D"/>
    <w:rsid w:val="00294645"/>
    <w:rsid w:val="00515950"/>
    <w:rsid w:val="00552B6F"/>
    <w:rsid w:val="00563721"/>
    <w:rsid w:val="006205D2"/>
    <w:rsid w:val="006B71CE"/>
    <w:rsid w:val="006D2FD4"/>
    <w:rsid w:val="007A01E4"/>
    <w:rsid w:val="007A2383"/>
    <w:rsid w:val="008860D2"/>
    <w:rsid w:val="008C23C6"/>
    <w:rsid w:val="00954EF2"/>
    <w:rsid w:val="00A535B7"/>
    <w:rsid w:val="00A75EC2"/>
    <w:rsid w:val="00AA723F"/>
    <w:rsid w:val="00AB0B7A"/>
    <w:rsid w:val="00B20A26"/>
    <w:rsid w:val="00B65668"/>
    <w:rsid w:val="00B83344"/>
    <w:rsid w:val="00BA1D86"/>
    <w:rsid w:val="00BA4650"/>
    <w:rsid w:val="00BB56E6"/>
    <w:rsid w:val="00C90A7A"/>
    <w:rsid w:val="00C97733"/>
    <w:rsid w:val="00DF5C2F"/>
    <w:rsid w:val="00EA4E02"/>
    <w:rsid w:val="00F5200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32</TotalTime>
  <Pages>8</Pages>
  <Words>3061</Words>
  <Characters>23496</Characters>
  <Application>Microsoft Office Word</Application>
  <DocSecurity>0</DocSecurity>
  <Lines>195</Lines>
  <Paragraphs>53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31</cp:revision>
  <cp:lastPrinted>2012-01-19T21:15:00Z</cp:lastPrinted>
  <dcterms:created xsi:type="dcterms:W3CDTF">2025-04-14T12:50:00Z</dcterms:created>
  <dcterms:modified xsi:type="dcterms:W3CDTF">2025-04-24T04:53:00Z</dcterms:modified>
</cp:coreProperties>
</file>